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3FE3A-155A-416F-8247-EF8611BB617D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